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12709" w:rsidRPr="002A6C72" w:rsidRDefault="00F12709" w:rsidP="00247270">
      <w:pPr>
        <w:spacing w:line="240" w:lineRule="auto"/>
        <w:rPr>
          <w:sz w:val="21"/>
          <w:szCs w:val="21"/>
        </w:rPr>
      </w:pPr>
      <w:r w:rsidRPr="002A6C72">
        <w:rPr>
          <w:sz w:val="21"/>
          <w:szCs w:val="21"/>
        </w:rPr>
        <w:t>February 12, 2014</w:t>
      </w:r>
    </w:p>
    <w:p w:rsidR="00F12709" w:rsidRPr="002A6C72" w:rsidRDefault="00F12709" w:rsidP="00247270">
      <w:pPr>
        <w:spacing w:line="240" w:lineRule="auto"/>
        <w:rPr>
          <w:sz w:val="21"/>
          <w:szCs w:val="21"/>
        </w:rPr>
      </w:pPr>
      <w:r w:rsidRPr="002A6C72">
        <w:rPr>
          <w:sz w:val="21"/>
          <w:szCs w:val="21"/>
        </w:rPr>
        <w:br/>
        <w:t>Mr. Moses Hampton</w:t>
      </w:r>
    </w:p>
    <w:p w:rsidR="00F12709" w:rsidRPr="002A6C72" w:rsidRDefault="00F12709" w:rsidP="00247270">
      <w:pPr>
        <w:spacing w:line="240" w:lineRule="auto"/>
        <w:rPr>
          <w:sz w:val="21"/>
          <w:szCs w:val="21"/>
        </w:rPr>
      </w:pPr>
      <w:r w:rsidRPr="002A6C72">
        <w:rPr>
          <w:sz w:val="21"/>
          <w:szCs w:val="21"/>
        </w:rPr>
        <w:t>Talbot Thingamajig, Inc.</w:t>
      </w:r>
    </w:p>
    <w:p w:rsidR="00F12709" w:rsidRPr="002A6C72" w:rsidRDefault="00F12709" w:rsidP="00247270">
      <w:pPr>
        <w:spacing w:line="240" w:lineRule="auto"/>
        <w:rPr>
          <w:sz w:val="21"/>
          <w:szCs w:val="21"/>
        </w:rPr>
      </w:pPr>
      <w:r w:rsidRPr="002A6C72">
        <w:rPr>
          <w:sz w:val="21"/>
          <w:szCs w:val="21"/>
        </w:rPr>
        <w:t>4618 ¾ William Flynn Hwy.</w:t>
      </w:r>
    </w:p>
    <w:p w:rsidR="00F12709" w:rsidRPr="002A6C72" w:rsidRDefault="00F12709" w:rsidP="00247270">
      <w:pPr>
        <w:spacing w:line="240" w:lineRule="auto"/>
        <w:rPr>
          <w:sz w:val="21"/>
          <w:szCs w:val="21"/>
        </w:rPr>
      </w:pPr>
      <w:r w:rsidRPr="002A6C72">
        <w:rPr>
          <w:sz w:val="21"/>
          <w:szCs w:val="21"/>
        </w:rPr>
        <w:t>Allison Park, PA 15101</w:t>
      </w:r>
    </w:p>
    <w:p w:rsidR="00F12709" w:rsidRPr="002A6C72" w:rsidRDefault="00F12709" w:rsidP="00E11717">
      <w:pPr>
        <w:rPr>
          <w:sz w:val="16"/>
          <w:szCs w:val="16"/>
        </w:rPr>
      </w:pPr>
    </w:p>
    <w:p w:rsidR="00F12709" w:rsidRPr="002A6C72" w:rsidRDefault="00F12709" w:rsidP="00E11717">
      <w:pPr>
        <w:rPr>
          <w:sz w:val="21"/>
          <w:szCs w:val="21"/>
        </w:rPr>
      </w:pPr>
      <w:r w:rsidRPr="002A6C72">
        <w:rPr>
          <w:sz w:val="21"/>
          <w:szCs w:val="21"/>
        </w:rPr>
        <w:t>Dear Mr. Hampton:</w:t>
      </w:r>
    </w:p>
    <w:p w:rsidR="00F12709" w:rsidRPr="002A6C72" w:rsidRDefault="00F12709" w:rsidP="00E11717">
      <w:pPr>
        <w:rPr>
          <w:sz w:val="21"/>
          <w:szCs w:val="21"/>
        </w:rPr>
      </w:pPr>
      <w:r w:rsidRPr="002A6C72">
        <w:rPr>
          <w:sz w:val="21"/>
          <w:szCs w:val="21"/>
        </w:rPr>
        <w:tab/>
        <w:t xml:space="preserve">I hope you are well.  I am writing to be considered for an overseas assignment with Talbot Thingamajig, Inc.  Specifically, I am requesting to be assigned to help open a branch of the company in Italy.  I chose to study Italy in my training course because I have always wanted to visit Italy. I am interested in the different beautiful areas in Italy as well as its diverse culture. I also enjoy the delectable foods that originated in Italy. </w:t>
      </w:r>
      <w:r>
        <w:rPr>
          <w:sz w:val="21"/>
          <w:szCs w:val="21"/>
        </w:rPr>
        <w:t>I plan on learning the necessary information that will enable me to successfully interact with the businessmen of Italy as well as the cultures of Italy.</w:t>
      </w:r>
    </w:p>
    <w:p w:rsidR="00F12709" w:rsidRPr="002A6C72" w:rsidRDefault="00F12709" w:rsidP="00E11717">
      <w:pPr>
        <w:rPr>
          <w:i/>
          <w:sz w:val="21"/>
          <w:szCs w:val="21"/>
        </w:rPr>
      </w:pPr>
      <w:r w:rsidRPr="002A6C72">
        <w:rPr>
          <w:sz w:val="21"/>
          <w:szCs w:val="21"/>
        </w:rPr>
        <w:tab/>
        <w:t>Over the course of the next 7 ½ weeks, I expect to learn about Italian culture, food, business etiquette and some important phrases in Italian.  Having this knowledge will enable me to effectively interact with the inhabitants of Italy and easily adjust to the Italian culture. Knowing certain information will allow me to live and prosper in Italy.  My Global Networking course will further inform me on how to live in different countries, such as Italy. This class will also make me aware of the differences in cultures around the world and how to work with the people of Italy. I will also learn certain Italian phrases that will be necessary to know. I will be ready to benefit to your Italian branch of the Talbot Thingamajig, Inc. by the end of this course.</w:t>
      </w:r>
    </w:p>
    <w:p w:rsidR="00F12709" w:rsidRPr="002A6C72" w:rsidRDefault="00F12709" w:rsidP="00E11717">
      <w:pPr>
        <w:rPr>
          <w:sz w:val="21"/>
          <w:szCs w:val="21"/>
        </w:rPr>
      </w:pPr>
      <w:r w:rsidRPr="002A6C72">
        <w:rPr>
          <w:sz w:val="21"/>
          <w:szCs w:val="21"/>
        </w:rPr>
        <w:tab/>
        <w:t>Lastly, I think I would be a great addition to this team because I am very responsible and a team player. My one-hundred percent completion record of homework proves that I am responsible and able to complete requested tasks. I also work hard to maintain all A’s in honors English, geometry, and in all of my other classes. Also, I will benefit the Talbo</w:t>
      </w:r>
      <w:r>
        <w:rPr>
          <w:sz w:val="21"/>
          <w:szCs w:val="21"/>
        </w:rPr>
        <w:t>t Thingamajig Inc. by continuing to act as</w:t>
      </w:r>
      <w:r w:rsidRPr="002A6C72">
        <w:rPr>
          <w:sz w:val="21"/>
          <w:szCs w:val="21"/>
        </w:rPr>
        <w:t xml:space="preserve"> a team player. I have participated in dance for eight years and I am a part of the track team. Being a team player will allow me to fulfill my share of duty and to help other people around me. </w:t>
      </w:r>
      <w:r>
        <w:rPr>
          <w:sz w:val="21"/>
          <w:szCs w:val="21"/>
        </w:rPr>
        <w:t>My two qualities will enable me to successfully expand your company into Italy.</w:t>
      </w:r>
    </w:p>
    <w:p w:rsidR="00F12709" w:rsidRPr="002A6C72" w:rsidRDefault="00F12709" w:rsidP="00247270">
      <w:pPr>
        <w:spacing w:line="240" w:lineRule="auto"/>
        <w:rPr>
          <w:sz w:val="21"/>
          <w:szCs w:val="21"/>
        </w:rPr>
      </w:pPr>
      <w:r w:rsidRPr="002A6C72">
        <w:rPr>
          <w:sz w:val="21"/>
          <w:szCs w:val="21"/>
        </w:rPr>
        <w:t>Thank you for your time and consideration.  I look forward to hearing from you soon.</w:t>
      </w:r>
    </w:p>
    <w:p w:rsidR="00F12709" w:rsidRPr="002A6C72" w:rsidRDefault="00F12709" w:rsidP="00247270">
      <w:pPr>
        <w:spacing w:line="240" w:lineRule="auto"/>
        <w:rPr>
          <w:sz w:val="16"/>
          <w:szCs w:val="16"/>
        </w:rPr>
      </w:pPr>
    </w:p>
    <w:p w:rsidR="00F12709" w:rsidRPr="002A6C72" w:rsidRDefault="00F12709" w:rsidP="00247270">
      <w:pPr>
        <w:spacing w:line="240" w:lineRule="auto"/>
        <w:rPr>
          <w:sz w:val="21"/>
          <w:szCs w:val="21"/>
        </w:rPr>
      </w:pPr>
      <w:r w:rsidRPr="002A6C72">
        <w:rPr>
          <w:sz w:val="21"/>
          <w:szCs w:val="21"/>
        </w:rPr>
        <w:t>Sincerely,</w:t>
      </w:r>
    </w:p>
    <w:p w:rsidR="00F12709" w:rsidRPr="002A6C72" w:rsidRDefault="00F12709" w:rsidP="00247270">
      <w:pPr>
        <w:spacing w:line="240" w:lineRule="auto"/>
        <w:rPr>
          <w:sz w:val="16"/>
          <w:szCs w:val="16"/>
        </w:rPr>
      </w:pPr>
    </w:p>
    <w:p w:rsidR="00F12709" w:rsidRPr="002A6C72" w:rsidRDefault="00F12709" w:rsidP="00247270">
      <w:pPr>
        <w:spacing w:line="240" w:lineRule="auto"/>
        <w:rPr>
          <w:sz w:val="21"/>
          <w:szCs w:val="21"/>
        </w:rPr>
      </w:pPr>
      <w:r w:rsidRPr="002A6C72">
        <w:rPr>
          <w:sz w:val="21"/>
          <w:szCs w:val="21"/>
        </w:rPr>
        <w:t>Olivia G. Caplan</w:t>
      </w:r>
    </w:p>
    <w:p w:rsidR="00F12709" w:rsidRPr="002A6C72" w:rsidRDefault="00F12709" w:rsidP="00247270">
      <w:pPr>
        <w:spacing w:line="240" w:lineRule="auto"/>
        <w:rPr>
          <w:sz w:val="21"/>
          <w:szCs w:val="21"/>
        </w:rPr>
      </w:pPr>
      <w:r w:rsidRPr="002A6C72">
        <w:rPr>
          <w:sz w:val="21"/>
          <w:szCs w:val="21"/>
        </w:rPr>
        <w:t>2752 Drake Court</w:t>
      </w:r>
    </w:p>
    <w:p w:rsidR="00F12709" w:rsidRPr="002A6C72" w:rsidRDefault="00F12709" w:rsidP="00E11717">
      <w:pPr>
        <w:rPr>
          <w:sz w:val="21"/>
          <w:szCs w:val="21"/>
        </w:rPr>
      </w:pPr>
      <w:r w:rsidRPr="002A6C72">
        <w:rPr>
          <w:sz w:val="21"/>
          <w:szCs w:val="21"/>
        </w:rPr>
        <w:t>Gibsonia Pa, 15044</w:t>
      </w:r>
    </w:p>
    <w:sectPr w:rsidR="00F12709" w:rsidRPr="002A6C72" w:rsidSect="004B22D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11717"/>
    <w:rsid w:val="00045227"/>
    <w:rsid w:val="000A1B11"/>
    <w:rsid w:val="000B383F"/>
    <w:rsid w:val="00247270"/>
    <w:rsid w:val="00257837"/>
    <w:rsid w:val="002A6C72"/>
    <w:rsid w:val="003410A8"/>
    <w:rsid w:val="004155EF"/>
    <w:rsid w:val="004B22D1"/>
    <w:rsid w:val="004F6691"/>
    <w:rsid w:val="00524EF8"/>
    <w:rsid w:val="005C58B6"/>
    <w:rsid w:val="007155B8"/>
    <w:rsid w:val="0084065B"/>
    <w:rsid w:val="00902C62"/>
    <w:rsid w:val="00974ABD"/>
    <w:rsid w:val="00A575AC"/>
    <w:rsid w:val="00AA6306"/>
    <w:rsid w:val="00AD6355"/>
    <w:rsid w:val="00BC73E0"/>
    <w:rsid w:val="00C57D63"/>
    <w:rsid w:val="00C65A88"/>
    <w:rsid w:val="00C9666F"/>
    <w:rsid w:val="00D35744"/>
    <w:rsid w:val="00D52FAA"/>
    <w:rsid w:val="00E11717"/>
    <w:rsid w:val="00E15186"/>
    <w:rsid w:val="00E83A7B"/>
    <w:rsid w:val="00EC70C7"/>
    <w:rsid w:val="00F12709"/>
    <w:rsid w:val="00F15CA3"/>
    <w:rsid w:val="00F576D5"/>
    <w:rsid w:val="00F842F3"/>
    <w:rsid w:val="00FA627D"/>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11717"/>
    <w:pPr>
      <w:spacing w:after="200" w:line="276" w:lineRule="auto"/>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33</TotalTime>
  <Pages>2</Pages>
  <Words>345</Words>
  <Characters>1970</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February 12, 2014</dc:title>
  <dc:subject/>
  <dc:creator>teacher</dc:creator>
  <cp:keywords/>
  <dc:description/>
  <cp:lastModifiedBy>mom</cp:lastModifiedBy>
  <cp:revision>9</cp:revision>
  <dcterms:created xsi:type="dcterms:W3CDTF">2014-02-13T22:49:00Z</dcterms:created>
  <dcterms:modified xsi:type="dcterms:W3CDTF">2014-02-13T23:40:00Z</dcterms:modified>
</cp:coreProperties>
</file>